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924DE6">
            <w:pPr>
              <w:pStyle w:val="CUSTOMBoldColumnHeading"/>
            </w:pPr>
            <w:r>
              <w:t xml:space="preserve">Assessed by: </w:t>
            </w:r>
            <w:r w:rsidR="00877A89">
              <w:t xml:space="preserve"> Daniel Sims CVS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A210D" w:rsidP="00924DE6">
            <w:pPr>
              <w:pStyle w:val="CUSTOMHeaderText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>
                      <wp:simplePos x="0" y="0"/>
                      <wp:positionH relativeFrom="page">
                        <wp:posOffset>2283460</wp:posOffset>
                      </wp:positionH>
                      <wp:positionV relativeFrom="page">
                        <wp:posOffset>2639695</wp:posOffset>
                      </wp:positionV>
                      <wp:extent cx="1948180" cy="102235"/>
                      <wp:effectExtent l="0" t="1270" r="0" b="1905"/>
                      <wp:wrapNone/>
                      <wp:docPr id="26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818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77A89" w:rsidRPr="00F835DA" w:rsidRDefault="00877A89" w:rsidP="000E0352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179.8pt;margin-top:207.85pt;width:153.4pt;height:8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" filled="f" stroked="f" strokeweight=".5pt">
                      <v:textbox style="mso-fit-shape-to-text:t" inset="0,0,0,0">
                        <w:txbxContent>
                          <w:p w:rsidR="000E0352" w:rsidRPr="00F835DA" w:rsidRDefault="000E0352" w:rsidP="000E0352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813362">
              <w:t>Name:</w:t>
            </w:r>
            <w:r w:rsidR="00596D0F">
              <w:t xml:space="preserve"> </w:t>
            </w:r>
            <w:bookmarkStart w:id="0" w:name="_GoBack"/>
            <w:r w:rsidR="00877A89" w:rsidRPr="00877A89">
              <w:t>THORNE, LAUREN</w:t>
            </w:r>
            <w:bookmarkEnd w:id="0"/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877A89" w:rsidRPr="00877A89">
              <w:t>401009715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877A89">
              <w:t>04/07/2019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877A89" w:rsidRPr="00877A89">
              <w:t>17/06/1994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F61395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877A89" w:rsidRPr="00877A89">
              <w:t>4344132165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877A89">
              <w:t>OP</w:t>
            </w:r>
          </w:p>
        </w:tc>
      </w:tr>
      <w:tr w:rsidR="00A9651D" w:rsidTr="00877A89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924DE6">
            <w:pPr>
              <w:pStyle w:val="CUSTOMHeaderText"/>
            </w:pPr>
            <w:r>
              <w:t xml:space="preserve">Referrer: </w:t>
            </w:r>
            <w:proofErr w:type="spellStart"/>
            <w:r w:rsidR="00877A89">
              <w:t>Dr.</w:t>
            </w:r>
            <w:proofErr w:type="spellEnd"/>
            <w:r w:rsidR="00877A89">
              <w:t xml:space="preserve"> Patrick</w:t>
            </w: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924DE6">
            <w:pPr>
              <w:pStyle w:val="CUSTOMHeaderText"/>
            </w:pPr>
            <w:r>
              <w:t xml:space="preserve">Hospital Site: </w:t>
            </w:r>
            <w:r w:rsidR="00877A89">
              <w:t>QEH</w:t>
            </w:r>
          </w:p>
        </w:tc>
      </w:tr>
      <w:tr w:rsidR="00A9651D" w:rsidTr="00877A89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924DE6">
            <w:pPr>
              <w:pStyle w:val="CUSTOMHeaderText"/>
            </w:pPr>
            <w:r>
              <w:t xml:space="preserve">Clinical Indications: </w:t>
            </w:r>
            <w:r w:rsidR="00877A89" w:rsidRPr="00877A89">
              <w:t xml:space="preserve">Post </w:t>
            </w:r>
            <w:proofErr w:type="spellStart"/>
            <w:r w:rsidR="00877A89" w:rsidRPr="00877A89">
              <w:t>phlebitic</w:t>
            </w:r>
            <w:proofErr w:type="spellEnd"/>
            <w:r w:rsidR="00877A89" w:rsidRPr="00877A89">
              <w:t xml:space="preserve"> syndrome? </w:t>
            </w:r>
            <w:proofErr w:type="gramStart"/>
            <w:r w:rsidR="00877A89" w:rsidRPr="00877A89">
              <w:t>on</w:t>
            </w:r>
            <w:proofErr w:type="gramEnd"/>
            <w:r w:rsidR="00877A89" w:rsidRPr="00877A89">
              <w:t xml:space="preserve"> </w:t>
            </w:r>
            <w:proofErr w:type="spellStart"/>
            <w:r w:rsidR="00877A89" w:rsidRPr="00877A89">
              <w:t>Apixaban</w:t>
            </w:r>
            <w:proofErr w:type="spellEnd"/>
            <w:r w:rsidR="00877A89" w:rsidRPr="00877A89">
              <w:t xml:space="preserve"> but continues to have swollen </w:t>
            </w:r>
            <w:proofErr w:type="spellStart"/>
            <w:r w:rsidR="00877A89" w:rsidRPr="00877A89">
              <w:t>lt</w:t>
            </w:r>
            <w:proofErr w:type="spellEnd"/>
            <w:r w:rsidR="00877A89" w:rsidRPr="00877A89">
              <w:t xml:space="preserve"> foot  - ? acute or just chronic thrombus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C24FD1" w:rsidP="008A210D">
            <w:pPr>
              <w:pStyle w:val="CUSTOMBoldColumnHeading"/>
            </w:pPr>
            <w:r>
              <w:t>Left</w:t>
            </w:r>
            <w:r w:rsidR="008A210D">
              <w:t xml:space="preserve"> Lower Limb </w:t>
            </w:r>
            <w:r w:rsidR="009B724B">
              <w:t>Venous I</w:t>
            </w:r>
            <w:r w:rsidR="00A078E6">
              <w:t>nsufficiency scan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877A8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4446350</wp:posOffset>
                      </wp:positionH>
                      <wp:positionV relativeFrom="paragraph">
                        <wp:posOffset>2549719</wp:posOffset>
                      </wp:positionV>
                      <wp:extent cx="61874" cy="515521"/>
                      <wp:effectExtent l="0" t="0" r="14605" b="18415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74" cy="515521"/>
                              </a:xfrm>
                              <a:custGeom>
                                <a:avLst/>
                                <a:gdLst>
                                  <a:gd name="connsiteX0" fmla="*/ 16862 w 61874"/>
                                  <a:gd name="connsiteY0" fmla="*/ 111 h 515521"/>
                                  <a:gd name="connsiteX1" fmla="*/ 2231 w 61874"/>
                                  <a:gd name="connsiteY1" fmla="*/ 475599 h 515521"/>
                                  <a:gd name="connsiteX2" fmla="*/ 60753 w 61874"/>
                                  <a:gd name="connsiteY2" fmla="*/ 431708 h 515521"/>
                                  <a:gd name="connsiteX3" fmla="*/ 16862 w 61874"/>
                                  <a:gd name="connsiteY3" fmla="*/ 111 h 5155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1874" h="515521">
                                    <a:moveTo>
                                      <a:pt x="16862" y="111"/>
                                    </a:moveTo>
                                    <a:cubicBezTo>
                                      <a:pt x="7108" y="7426"/>
                                      <a:pt x="-5084" y="403666"/>
                                      <a:pt x="2231" y="475599"/>
                                    </a:cubicBezTo>
                                    <a:cubicBezTo>
                                      <a:pt x="9546" y="547532"/>
                                      <a:pt x="52219" y="515833"/>
                                      <a:pt x="60753" y="431708"/>
                                    </a:cubicBezTo>
                                    <a:cubicBezTo>
                                      <a:pt x="69287" y="347583"/>
                                      <a:pt x="26616" y="-7204"/>
                                      <a:pt x="16862" y="1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" o:spid="_x0000_s1026" style="position:absolute;margin-left:350.1pt;margin-top:200.75pt;width:4.85pt;height:4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74,515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" path="m16862,111c7108,7426,-5084,403666,2231,475599v7315,71933,49988,40234,58522,-43891c69287,347583,26616,-7204,16862,111xe" fillcolor="red" strokecolor="red" strokeweight="1pt">
                      <v:stroke joinstyle="miter"/>
                      <v:path arrowok="t" o:connecttype="custom" o:connectlocs="16862,111;2231,475599;60753,431708;16862,111" o:connectangles="0,0,0,0"/>
                    </v:shape>
                  </w:pict>
                </mc:Fallback>
              </mc:AlternateContent>
            </w:r>
          </w:p>
        </w:tc>
      </w:tr>
      <w:tr w:rsidR="009E0202" w:rsidTr="00F86C8B">
        <w:trPr>
          <w:trHeight w:hRule="exact" w:val="6332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F61395" w:rsidRPr="00F61395" w:rsidRDefault="009E0202" w:rsidP="00F86C8B">
            <w:pPr>
              <w:pStyle w:val="CUSTOMBoldColumnHeading"/>
              <w:spacing w:after="60"/>
              <w:jc w:val="both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877A89" w:rsidRDefault="00877A89" w:rsidP="00877A89">
            <w:pPr>
              <w:jc w:val="both"/>
            </w:pPr>
          </w:p>
          <w:p w:rsidR="00877A89" w:rsidRDefault="00877A89" w:rsidP="00877A89">
            <w:pPr>
              <w:jc w:val="both"/>
            </w:pPr>
            <w:r>
              <w:t xml:space="preserve">The </w:t>
            </w:r>
            <w:proofErr w:type="spellStart"/>
            <w:r>
              <w:t>Sapheno</w:t>
            </w:r>
            <w:proofErr w:type="spellEnd"/>
            <w:r>
              <w:t xml:space="preserve">-Femoral Junction (SFJ) and Greater Saphenous vein (GSV) are patent and competent, in the proximal, knee and throughout the calf. There is a short segment of incompetence in the GSV at the mid-calf at this site of a valve. </w:t>
            </w:r>
          </w:p>
          <w:p w:rsidR="00877A89" w:rsidRDefault="00877A89" w:rsidP="00877A89">
            <w:pPr>
              <w:jc w:val="both"/>
            </w:pPr>
            <w:r>
              <w:t xml:space="preserve">The </w:t>
            </w:r>
            <w:proofErr w:type="spellStart"/>
            <w:r>
              <w:t>Sapheno</w:t>
            </w:r>
            <w:proofErr w:type="spellEnd"/>
            <w:r>
              <w:t>-Popliteal Junction (SPJ) and Short Saphenous vein (SSV) are patent and competent.</w:t>
            </w:r>
          </w:p>
          <w:p w:rsidR="00877A89" w:rsidRDefault="00877A89" w:rsidP="00877A89">
            <w:pPr>
              <w:jc w:val="both"/>
            </w:pPr>
            <w:r>
              <w:t xml:space="preserve">All Deep veins were all patent and competent. </w:t>
            </w:r>
          </w:p>
          <w:p w:rsidR="00877A89" w:rsidRDefault="00877A89" w:rsidP="00877A89">
            <w:pPr>
              <w:jc w:val="both"/>
            </w:pPr>
            <w:r>
              <w:t>No incompetent perforators detected.</w:t>
            </w:r>
          </w:p>
          <w:p w:rsidR="00F86C8B" w:rsidRPr="00DC01AB" w:rsidRDefault="00877A89" w:rsidP="00877A89">
            <w:pPr>
              <w:jc w:val="both"/>
            </w:pPr>
            <w:r>
              <w:t xml:space="preserve">No evidence of Chronic or acute DVT noted. </w:t>
            </w:r>
          </w:p>
        </w:tc>
      </w:tr>
      <w:tr w:rsidR="009D4370" w:rsidTr="00F86C8B">
        <w:trPr>
          <w:trHeight w:hRule="exact" w:val="402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21414B" w:rsidRDefault="0021414B" w:rsidP="00877A89">
            <w:pPr>
              <w:pStyle w:val="CUSTOMBoldColumnHeading"/>
              <w:spacing w:after="60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A89" w:rsidRDefault="00877A89" w:rsidP="005748E3">
      <w:pPr>
        <w:spacing w:after="0" w:line="240" w:lineRule="auto"/>
      </w:pPr>
      <w:r>
        <w:separator/>
      </w:r>
    </w:p>
  </w:endnote>
  <w:endnote w:type="continuationSeparator" w:id="0">
    <w:p w:rsidR="00877A89" w:rsidRDefault="00877A8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A89" w:rsidRDefault="00877A89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1" allowOverlap="1">
              <wp:simplePos x="0" y="0"/>
              <wp:positionH relativeFrom="page">
                <wp:posOffset>2135505</wp:posOffset>
              </wp:positionH>
              <wp:positionV relativeFrom="page">
                <wp:posOffset>9189085</wp:posOffset>
              </wp:positionV>
              <wp:extent cx="3600450" cy="239395"/>
              <wp:effectExtent l="11430" t="6985" r="0" b="1270"/>
              <wp:wrapNone/>
              <wp:docPr id="1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239395"/>
                        <a:chOff x="3870" y="14397"/>
                        <a:chExt cx="5670" cy="377"/>
                      </a:xfrm>
                    </wpg:grpSpPr>
                    <wpg:grpSp>
                      <wpg:cNvPr id="4" name="Group 62"/>
                      <wpg:cNvGrpSpPr>
                        <a:grpSpLocks/>
                      </wpg:cNvGrpSpPr>
                      <wpg:grpSpPr bwMode="auto">
                        <a:xfrm>
                          <a:off x="3870" y="14397"/>
                          <a:ext cx="1426" cy="377"/>
                          <a:chOff x="2620" y="14397"/>
                          <a:chExt cx="1426" cy="377"/>
                        </a:xfrm>
                      </wpg:grpSpPr>
                      <wps:wsp>
                        <wps:cNvPr id="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620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14452"/>
                            <a:ext cx="93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89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Reflux/</w:t>
                              </w:r>
                            </w:p>
                            <w:p w:rsidR="00877A89" w:rsidRPr="00B8442D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Incompetence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7" name="Group 63"/>
                      <wpg:cNvGrpSpPr>
                        <a:grpSpLocks/>
                      </wpg:cNvGrpSpPr>
                      <wpg:grpSpPr bwMode="auto">
                        <a:xfrm>
                          <a:off x="5606" y="14397"/>
                          <a:ext cx="1229" cy="377"/>
                          <a:chOff x="4916" y="14397"/>
                          <a:chExt cx="1229" cy="377"/>
                        </a:xfrm>
                      </wpg:grpSpPr>
                      <wps:wsp>
                        <wps:cNvPr id="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4452"/>
                            <a:ext cx="74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89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Superficial</w:t>
                              </w:r>
                            </w:p>
                            <w:p w:rsidR="00877A89" w:rsidRPr="00B8442D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0" name="Group 64"/>
                      <wpg:cNvGrpSpPr>
                        <a:grpSpLocks/>
                      </wpg:cNvGrpSpPr>
                      <wpg:grpSpPr bwMode="auto">
                        <a:xfrm>
                          <a:off x="7102" y="14397"/>
                          <a:ext cx="984" cy="377"/>
                          <a:chOff x="6682" y="14397"/>
                          <a:chExt cx="984" cy="377"/>
                        </a:xfrm>
                      </wpg:grpSpPr>
                      <wps:wsp>
                        <wps:cNvPr id="11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82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14452"/>
                            <a:ext cx="50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89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Deep</w:t>
                              </w:r>
                            </w:p>
                            <w:p w:rsidR="00877A89" w:rsidRPr="00B8442D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3" name="Group 65"/>
                      <wpg:cNvGrpSpPr>
                        <a:grpSpLocks/>
                      </wpg:cNvGrpSpPr>
                      <wpg:grpSpPr bwMode="auto">
                        <a:xfrm>
                          <a:off x="8216" y="14397"/>
                          <a:ext cx="1324" cy="377"/>
                          <a:chOff x="8216" y="14397"/>
                          <a:chExt cx="1324" cy="377"/>
                        </a:xfrm>
                      </wpg:grpSpPr>
                      <wps:wsp>
                        <wps:cNvPr id="14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2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99" y="1445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7A89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Chronic</w:t>
                              </w:r>
                            </w:p>
                            <w:p w:rsidR="00877A89" w:rsidRPr="00B8442D" w:rsidRDefault="00877A89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DVT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66" o:spid="_x0000_s1031" style="position:absolute;margin-left:168.15pt;margin-top:723.55pt;width:283.5pt;height:18.85pt;z-index:-251657216;mso-position-horizontal-relative:page;mso-position-vertical-relative:page" coordorigin="3870,14397" coordsize="5670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">
              <v:group id="Group 62" o:spid="_x0000_s1032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9" o:spid="_x0000_s1033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34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Reflux/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Incompetence</w:t>
                        </w:r>
                      </w:p>
                    </w:txbxContent>
                  </v:textbox>
                </v:shape>
              </v:group>
              <v:group id="Group 63" o:spid="_x0000_s1035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50" o:spid="_x0000_s1036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<v:shape id="Text Box 51" o:spid="_x0000_s1037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Superficial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4" o:spid="_x0000_s1038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53" o:spid="_x0000_s1039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<v:shape id="Text Box 54" o:spid="_x0000_s1040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Deep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5" o:spid="_x0000_s1041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6" o:spid="_x0000_s1042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<v:shape id="Text Box 57" o:spid="_x0000_s1043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Chronic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DVT scarring</w:t>
                        </w:r>
                      </w:p>
                    </w:txbxContent>
                  </v:textbox>
                </v:shape>
              </v:group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A89" w:rsidRDefault="00877A89" w:rsidP="005748E3">
      <w:pPr>
        <w:spacing w:after="0" w:line="240" w:lineRule="auto"/>
      </w:pPr>
      <w:r>
        <w:separator/>
      </w:r>
    </w:p>
  </w:footnote>
  <w:footnote w:type="continuationSeparator" w:id="0">
    <w:p w:rsidR="00877A89" w:rsidRDefault="00877A8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A89" w:rsidRDefault="00877A8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9E93E4D" id="Group 84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8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7A89" w:rsidRDefault="00877A89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A89" w:rsidRDefault="00877A89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>
          <wp:simplePos x="0" y="0"/>
          <wp:positionH relativeFrom="page">
            <wp:posOffset>1310640</wp:posOffset>
          </wp:positionH>
          <wp:positionV relativeFrom="page">
            <wp:posOffset>3743325</wp:posOffset>
          </wp:positionV>
          <wp:extent cx="4823460" cy="5309235"/>
          <wp:effectExtent l="0" t="0" r="0" b="5715"/>
          <wp:wrapNone/>
          <wp:docPr id="90" name="Picture 90" descr="1D VEINS OF THE LEG LEFT MEDIAL RIGHT MEDIAL BILATERAL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 descr="1D VEINS OF THE LEG LEFT MEDIAL RIGHT MEDIAL BILATERALAmend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10" b="1263"/>
                  <a:stretch>
                    <a:fillRect/>
                  </a:stretch>
                </pic:blipFill>
                <pic:spPr bwMode="auto">
                  <a:xfrm>
                    <a:off x="0" y="0"/>
                    <a:ext cx="4823460" cy="5309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8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19" name="Picture 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3F1F500" id="Group 81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2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fVgXDAAAA2wAAAA8AAABkcnMvZG93bnJldi54bWxEj0+LwjAQxe/CfocwC3sRTfUg3WoUd3HB&#10;k+Af9jwmY1vaTEoTa/32RhC8zfDevN+bxaq3teio9aVjBZNxAoJYO1NyruB0/BulIHxANlg7JgV3&#10;8rBafgwWmBl34z11h5CLGMI+QwVFCE0mpdcFWfRj1xBH7eJaiyGubS5Ni7cYbms5TZKZtFhyJBTY&#10;0G9BujpcbYRc+JrWw+k5rU6bn91/qrddpZX6+uzXcxCB+vA2v663Jtb/hucvcQ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9WBcMAAADbAAAADwAAAAAAAAAAAAAAAACf&#10;AgAAZHJzL2Rvd25yZXYueG1sUEsFBgAAAAAEAAQA9wAAAI8DAAAAAA==&#10;">
                <v:imagedata r:id="rId4" o:title=""/>
              </v:shape>
              <v:shape id="Picture 83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nWmbAAAAA2wAAAA8AAABkcnMvZG93bnJldi54bWxET8uKwjAU3Qv+Q7jC7DRVRKRjLDOiMrgQ&#10;rc7+0tw+aHNTm6j1781iYJaH814lvWnEgzpXWVYwnUQgiDOrKy4UXC+78RKE88gaG8uk4EUOkvVw&#10;sMJY2yef6ZH6QoQQdjEqKL1vYyldVpJBN7EtceBy2xn0AXaF1B0+Q7hp5CyKFtJgxaGhxJY2JWV1&#10;ejcK8tsuP5zOHr/38zqd/26PJ1oelfoY9V+fIDz1/l/85/7RCmZhffgSfoBc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2daZsAAAADbAAAADwAAAAAAAAAAAAAAAACfAgAA&#10;ZHJzL2Rvd25yZXYueG1sUEsFBgAAAAAEAAQA9wAAAIw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>
              <wp:simplePos x="0" y="0"/>
              <wp:positionH relativeFrom="page">
                <wp:posOffset>5009515</wp:posOffset>
              </wp:positionH>
              <wp:positionV relativeFrom="page">
                <wp:posOffset>3398520</wp:posOffset>
              </wp:positionV>
              <wp:extent cx="1296035" cy="224155"/>
              <wp:effectExtent l="8890" t="7620" r="28575" b="2540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877A89" w:rsidRPr="005D0996" w:rsidRDefault="00877A89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394.45pt;margin-top:267.6pt;width:102.05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Anterior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>
              <wp:simplePos x="0" y="0"/>
              <wp:positionH relativeFrom="page">
                <wp:posOffset>1226820</wp:posOffset>
              </wp:positionH>
              <wp:positionV relativeFrom="page">
                <wp:posOffset>3398520</wp:posOffset>
              </wp:positionV>
              <wp:extent cx="1354455" cy="224155"/>
              <wp:effectExtent l="7620" t="7620" r="28575" b="25400"/>
              <wp:wrapNone/>
              <wp:docPr id="16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877A89" w:rsidRPr="005D0996" w:rsidRDefault="00877A89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Left leg: Posterior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71" o:spid="_x0000_s1029" type="#_x0000_t202" style="position:absolute;margin-left:96.6pt;margin-top:267.6pt;width:106.65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424E73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Left leg: Posterior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7A89" w:rsidRDefault="00877A89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" o:spid="_x0000_s1030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ksQIAALE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DK72S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D"/>
    <w:rsid w:val="00002C57"/>
    <w:rsid w:val="0002322E"/>
    <w:rsid w:val="00030ECC"/>
    <w:rsid w:val="00033B0B"/>
    <w:rsid w:val="00034083"/>
    <w:rsid w:val="0006170F"/>
    <w:rsid w:val="00065D76"/>
    <w:rsid w:val="00075B57"/>
    <w:rsid w:val="000B1F8C"/>
    <w:rsid w:val="000C302A"/>
    <w:rsid w:val="000D03AD"/>
    <w:rsid w:val="000D12F2"/>
    <w:rsid w:val="000D14BB"/>
    <w:rsid w:val="000E0352"/>
    <w:rsid w:val="0014708E"/>
    <w:rsid w:val="00156E8E"/>
    <w:rsid w:val="00186F8F"/>
    <w:rsid w:val="00191142"/>
    <w:rsid w:val="001A7AF4"/>
    <w:rsid w:val="001C2A3A"/>
    <w:rsid w:val="001C3912"/>
    <w:rsid w:val="00201C2C"/>
    <w:rsid w:val="00210977"/>
    <w:rsid w:val="0021414B"/>
    <w:rsid w:val="00226007"/>
    <w:rsid w:val="00255B9E"/>
    <w:rsid w:val="002739C8"/>
    <w:rsid w:val="002867C0"/>
    <w:rsid w:val="002932DD"/>
    <w:rsid w:val="002C6A41"/>
    <w:rsid w:val="002D4419"/>
    <w:rsid w:val="002D5019"/>
    <w:rsid w:val="002D613D"/>
    <w:rsid w:val="002D7043"/>
    <w:rsid w:val="002D7122"/>
    <w:rsid w:val="002E04BC"/>
    <w:rsid w:val="00303B1E"/>
    <w:rsid w:val="003234AA"/>
    <w:rsid w:val="00324212"/>
    <w:rsid w:val="00352F64"/>
    <w:rsid w:val="0036072E"/>
    <w:rsid w:val="00382C7D"/>
    <w:rsid w:val="003909B4"/>
    <w:rsid w:val="00394CF1"/>
    <w:rsid w:val="003A6622"/>
    <w:rsid w:val="00411FD4"/>
    <w:rsid w:val="00424E73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E6E"/>
    <w:rsid w:val="005748E3"/>
    <w:rsid w:val="00591601"/>
    <w:rsid w:val="005947E5"/>
    <w:rsid w:val="00596D0F"/>
    <w:rsid w:val="005C197D"/>
    <w:rsid w:val="005C2500"/>
    <w:rsid w:val="005C2E16"/>
    <w:rsid w:val="005D4909"/>
    <w:rsid w:val="005E594C"/>
    <w:rsid w:val="005E6673"/>
    <w:rsid w:val="00624106"/>
    <w:rsid w:val="00632733"/>
    <w:rsid w:val="00644C5F"/>
    <w:rsid w:val="00661023"/>
    <w:rsid w:val="00672D0F"/>
    <w:rsid w:val="0067732A"/>
    <w:rsid w:val="006B2888"/>
    <w:rsid w:val="006D3CE8"/>
    <w:rsid w:val="006D6A31"/>
    <w:rsid w:val="00701D82"/>
    <w:rsid w:val="007102C1"/>
    <w:rsid w:val="007112FB"/>
    <w:rsid w:val="007C361C"/>
    <w:rsid w:val="00803E28"/>
    <w:rsid w:val="00804042"/>
    <w:rsid w:val="00811182"/>
    <w:rsid w:val="00813362"/>
    <w:rsid w:val="00854725"/>
    <w:rsid w:val="00876A79"/>
    <w:rsid w:val="00877A89"/>
    <w:rsid w:val="00880184"/>
    <w:rsid w:val="00893153"/>
    <w:rsid w:val="008A210D"/>
    <w:rsid w:val="008B3BF4"/>
    <w:rsid w:val="008B3C2A"/>
    <w:rsid w:val="008C3FE9"/>
    <w:rsid w:val="008C4F7F"/>
    <w:rsid w:val="008D7BD9"/>
    <w:rsid w:val="008E77CD"/>
    <w:rsid w:val="008F4C67"/>
    <w:rsid w:val="00907CF4"/>
    <w:rsid w:val="00923531"/>
    <w:rsid w:val="00924DE6"/>
    <w:rsid w:val="00924EB0"/>
    <w:rsid w:val="009350DF"/>
    <w:rsid w:val="00942505"/>
    <w:rsid w:val="00943CA7"/>
    <w:rsid w:val="009466CD"/>
    <w:rsid w:val="00961297"/>
    <w:rsid w:val="009A0ECB"/>
    <w:rsid w:val="009A3EEC"/>
    <w:rsid w:val="009B6581"/>
    <w:rsid w:val="009B724B"/>
    <w:rsid w:val="009C12E1"/>
    <w:rsid w:val="009D4370"/>
    <w:rsid w:val="009D68B6"/>
    <w:rsid w:val="009E0202"/>
    <w:rsid w:val="009F19EF"/>
    <w:rsid w:val="009F70D4"/>
    <w:rsid w:val="00A04256"/>
    <w:rsid w:val="00A078E6"/>
    <w:rsid w:val="00A217E2"/>
    <w:rsid w:val="00A43026"/>
    <w:rsid w:val="00A46516"/>
    <w:rsid w:val="00A62728"/>
    <w:rsid w:val="00A90B05"/>
    <w:rsid w:val="00A90F95"/>
    <w:rsid w:val="00A9651D"/>
    <w:rsid w:val="00AA2AD4"/>
    <w:rsid w:val="00AA57D6"/>
    <w:rsid w:val="00AB09A7"/>
    <w:rsid w:val="00AB7058"/>
    <w:rsid w:val="00B03018"/>
    <w:rsid w:val="00B14AFB"/>
    <w:rsid w:val="00B35F22"/>
    <w:rsid w:val="00B415C1"/>
    <w:rsid w:val="00B734E8"/>
    <w:rsid w:val="00B73F68"/>
    <w:rsid w:val="00B87660"/>
    <w:rsid w:val="00BC5836"/>
    <w:rsid w:val="00C15B48"/>
    <w:rsid w:val="00C24FD1"/>
    <w:rsid w:val="00C36AA5"/>
    <w:rsid w:val="00C44E9D"/>
    <w:rsid w:val="00C64AE2"/>
    <w:rsid w:val="00C943BB"/>
    <w:rsid w:val="00CB3119"/>
    <w:rsid w:val="00D065FF"/>
    <w:rsid w:val="00D35CC3"/>
    <w:rsid w:val="00D86277"/>
    <w:rsid w:val="00D94904"/>
    <w:rsid w:val="00DC01AB"/>
    <w:rsid w:val="00DC5770"/>
    <w:rsid w:val="00DD0B20"/>
    <w:rsid w:val="00DF1DE9"/>
    <w:rsid w:val="00E31D12"/>
    <w:rsid w:val="00E32912"/>
    <w:rsid w:val="00E339E8"/>
    <w:rsid w:val="00E4100D"/>
    <w:rsid w:val="00E463E3"/>
    <w:rsid w:val="00E6169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61395"/>
    <w:rsid w:val="00F835DA"/>
    <w:rsid w:val="00F86C8B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A177G78J\Left%20Lower%20Limb%20Venous%20Insufficiency%20scan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Normal</Template>
  <TotalTime>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Daniel.Sims</cp:lastModifiedBy>
  <cp:revision>2</cp:revision>
  <cp:lastPrinted>2019-06-05T15:39:00Z</cp:lastPrinted>
  <dcterms:created xsi:type="dcterms:W3CDTF">2019-07-04T09:52:00Z</dcterms:created>
  <dcterms:modified xsi:type="dcterms:W3CDTF">2019-07-04T09:52:00Z</dcterms:modified>
</cp:coreProperties>
</file>